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5EA27" w14:textId="033A44DB" w:rsidR="008145D7" w:rsidRDefault="008145D7" w:rsidP="00A95138">
      <w:r>
        <w:t xml:space="preserve">Příloha č. </w:t>
      </w:r>
      <w:r w:rsidR="00006F1E">
        <w:t>5</w:t>
      </w:r>
      <w:r>
        <w:t xml:space="preserve"> </w:t>
      </w:r>
      <w:r w:rsidR="00910A74">
        <w:rPr>
          <w:lang w:eastAsia="cs-CZ"/>
        </w:rPr>
        <w:t>Zadávací dokumentace</w:t>
      </w:r>
      <w:r>
        <w:t xml:space="preserve"> – </w:t>
      </w:r>
      <w:r w:rsidRPr="00A95138">
        <w:rPr>
          <w:rStyle w:val="Tunpodbarven"/>
          <w:rFonts w:eastAsiaTheme="minorHAnsi"/>
        </w:rPr>
        <w:t>Účastník předloží p</w:t>
      </w:r>
      <w:r w:rsidR="00910A74" w:rsidRPr="00A95138">
        <w:rPr>
          <w:rStyle w:val="Tunpodbarven"/>
          <w:rFonts w:eastAsiaTheme="minorHAnsi"/>
        </w:rPr>
        <w:t xml:space="preserve">ouze v případě postupu dle čl. </w:t>
      </w:r>
      <w:r w:rsidR="00006F1E" w:rsidRPr="00006F1E">
        <w:rPr>
          <w:rStyle w:val="Tunpodbarven"/>
          <w:rFonts w:eastAsiaTheme="minorHAnsi"/>
        </w:rPr>
        <w:t>24</w:t>
      </w:r>
      <w:r w:rsidR="00910A74" w:rsidRPr="00006F1E">
        <w:rPr>
          <w:rStyle w:val="Tunpodbarven"/>
          <w:rFonts w:eastAsiaTheme="minorHAnsi"/>
        </w:rPr>
        <w:t>.2. a</w:t>
      </w:r>
      <w:r w:rsidR="008F128C" w:rsidRPr="00006F1E">
        <w:rPr>
          <w:rStyle w:val="Tunpodbarven"/>
          <w:rFonts w:eastAsiaTheme="minorHAnsi"/>
        </w:rPr>
        <w:t xml:space="preserve"> </w:t>
      </w:r>
      <w:r w:rsidR="00006F1E" w:rsidRPr="00006F1E">
        <w:rPr>
          <w:rStyle w:val="Tunpodbarven"/>
          <w:rFonts w:eastAsiaTheme="minorHAnsi"/>
        </w:rPr>
        <w:t>24</w:t>
      </w:r>
      <w:r w:rsidRPr="00006F1E">
        <w:rPr>
          <w:rStyle w:val="Tunpodbarven"/>
          <w:rFonts w:eastAsiaTheme="minorHAnsi"/>
        </w:rPr>
        <w:t xml:space="preserve">.3 </w:t>
      </w:r>
      <w:r w:rsidR="00910A74" w:rsidRPr="00006F1E">
        <w:rPr>
          <w:rStyle w:val="Tunpodbarven"/>
          <w:rFonts w:eastAsiaTheme="minorHAnsi"/>
        </w:rPr>
        <w:t>Zadávací</w:t>
      </w:r>
      <w:r w:rsidR="00910A74" w:rsidRPr="00A95138">
        <w:rPr>
          <w:rStyle w:val="Tunpodbarven"/>
          <w:rFonts w:eastAsiaTheme="minorHAnsi"/>
        </w:rPr>
        <w:t xml:space="preserve"> dokumentace</w:t>
      </w:r>
      <w:r w:rsidRPr="00A95138">
        <w:rPr>
          <w:rStyle w:val="Tunpodbarven"/>
          <w:rFonts w:eastAsiaTheme="minorHAnsi"/>
        </w:rPr>
        <w:t>.</w:t>
      </w:r>
      <w:r>
        <w:t xml:space="preserve">   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7777777" w:rsidR="008145D7" w:rsidRPr="00A95138" w:rsidRDefault="008145D7" w:rsidP="008F128C">
      <w:pPr>
        <w:spacing w:before="240" w:after="60" w:line="240" w:lineRule="auto"/>
        <w:jc w:val="both"/>
        <w:outlineLvl w:val="0"/>
        <w:rPr>
          <w:rStyle w:val="tun"/>
          <w:rFonts w:eastAsiaTheme="minorHAnsi"/>
        </w:rPr>
      </w:pPr>
      <w:r w:rsidRPr="00A95138">
        <w:rPr>
          <w:rStyle w:val="tun"/>
          <w:rFonts w:eastAsiaTheme="minorHAnsi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</w:t>
      </w:r>
      <w:r w:rsidRPr="00A95138">
        <w:rPr>
          <w:rStyle w:val="Kurzvatun"/>
        </w:rPr>
        <w:t>ZRS</w:t>
      </w:r>
      <w:r w:rsidRPr="00A95138">
        <w:rPr>
          <w:rStyle w:val="tun"/>
          <w:rFonts w:eastAsiaTheme="minorHAnsi"/>
        </w:rPr>
        <w:t>“)</w:t>
      </w:r>
    </w:p>
    <w:p w14:paraId="10A5EA2B" w14:textId="77777777" w:rsidR="008145D7" w:rsidRPr="00A95138" w:rsidRDefault="008145D7" w:rsidP="008F128C">
      <w:pPr>
        <w:widowControl w:val="0"/>
        <w:autoSpaceDE w:val="0"/>
        <w:spacing w:line="297" w:lineRule="exact"/>
        <w:jc w:val="both"/>
        <w:rPr>
          <w:rStyle w:val="tun"/>
          <w:rFonts w:eastAsiaTheme="minorHAnsi"/>
        </w:rPr>
      </w:pPr>
      <w:r w:rsidRPr="00A95138">
        <w:rPr>
          <w:rStyle w:val="tun"/>
          <w:rFonts w:eastAsiaTheme="minorHAnsi"/>
        </w:rPr>
        <w:t>Účastník:</w:t>
      </w:r>
    </w:p>
    <w:p w14:paraId="10A5EA2C" w14:textId="1B4D9C1B" w:rsidR="008145D7" w:rsidRDefault="008145D7" w:rsidP="00A95138">
      <w:pPr>
        <w:pStyle w:val="Identifikace"/>
        <w:rPr>
          <w:lang w:eastAsia="cs-CZ"/>
        </w:rPr>
      </w:pPr>
      <w:r w:rsidRPr="00A95138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75DFF" w:rsidRPr="00D0734A">
        <w:rPr>
          <w:highlight w:val="green"/>
          <w:lang w:val="en-US" w:eastAsia="cs-CZ"/>
        </w:rPr>
        <w:t>[</w:t>
      </w:r>
      <w:r w:rsidR="00E75DFF" w:rsidRPr="00C84E50">
        <w:rPr>
          <w:highlight w:val="green"/>
          <w:lang w:eastAsia="cs-CZ"/>
        </w:rPr>
        <w:t>DOPLNÍ</w:t>
      </w:r>
      <w:r w:rsidR="00E75DFF">
        <w:rPr>
          <w:highlight w:val="green"/>
          <w:lang w:eastAsia="cs-CZ"/>
        </w:rPr>
        <w:t xml:space="preserve"> ÚČASTNÍK</w:t>
      </w:r>
      <w:r w:rsidR="00E75DFF">
        <w:rPr>
          <w:highlight w:val="green"/>
          <w:lang w:val="en-US" w:eastAsia="cs-CZ"/>
        </w:rPr>
        <w:t>]</w:t>
      </w:r>
    </w:p>
    <w:p w14:paraId="10A5EA2D" w14:textId="101AD93C" w:rsidR="008145D7" w:rsidRDefault="008145D7" w:rsidP="00A95138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75DFF" w:rsidRPr="00D0734A">
        <w:rPr>
          <w:highlight w:val="green"/>
          <w:lang w:val="en-US" w:eastAsia="cs-CZ"/>
        </w:rPr>
        <w:t>[</w:t>
      </w:r>
      <w:r w:rsidR="00E75DFF" w:rsidRPr="00C84E50">
        <w:rPr>
          <w:highlight w:val="green"/>
          <w:lang w:eastAsia="cs-CZ"/>
        </w:rPr>
        <w:t>DOPLNÍ</w:t>
      </w:r>
      <w:r w:rsidR="00E75DFF">
        <w:rPr>
          <w:highlight w:val="green"/>
          <w:lang w:eastAsia="cs-CZ"/>
        </w:rPr>
        <w:t xml:space="preserve"> ÚČASTNÍK</w:t>
      </w:r>
      <w:r w:rsidR="00E75DFF">
        <w:rPr>
          <w:highlight w:val="green"/>
          <w:lang w:val="en-US" w:eastAsia="cs-CZ"/>
        </w:rPr>
        <w:t>]</w:t>
      </w:r>
    </w:p>
    <w:p w14:paraId="10A5EA2E" w14:textId="075A2AAF" w:rsidR="008145D7" w:rsidRDefault="008145D7" w:rsidP="00A95138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75DFF" w:rsidRPr="00D0734A">
        <w:rPr>
          <w:highlight w:val="green"/>
          <w:lang w:val="en-US" w:eastAsia="cs-CZ"/>
        </w:rPr>
        <w:t>[</w:t>
      </w:r>
      <w:r w:rsidR="00E75DFF" w:rsidRPr="00C84E50">
        <w:rPr>
          <w:highlight w:val="green"/>
          <w:lang w:eastAsia="cs-CZ"/>
        </w:rPr>
        <w:t>DOPLNÍ</w:t>
      </w:r>
      <w:r w:rsidR="00E75DFF">
        <w:rPr>
          <w:highlight w:val="green"/>
          <w:lang w:eastAsia="cs-CZ"/>
        </w:rPr>
        <w:t xml:space="preserve"> ÚČASTNÍK</w:t>
      </w:r>
      <w:r w:rsidR="00E75DFF">
        <w:rPr>
          <w:highlight w:val="green"/>
          <w:lang w:val="en-US" w:eastAsia="cs-CZ"/>
        </w:rPr>
        <w:t>]</w:t>
      </w:r>
    </w:p>
    <w:p w14:paraId="10A5EA2F" w14:textId="6DBA858C" w:rsidR="008145D7" w:rsidRDefault="008145D7" w:rsidP="00A95138">
      <w:pPr>
        <w:pStyle w:val="Identifikace"/>
      </w:pPr>
      <w:r>
        <w:t>Zastoupen</w:t>
      </w:r>
      <w:r>
        <w:tab/>
      </w:r>
      <w:r w:rsidR="00E75DFF" w:rsidRPr="00D0734A">
        <w:rPr>
          <w:highlight w:val="green"/>
          <w:lang w:val="en-US"/>
        </w:rPr>
        <w:t>[</w:t>
      </w:r>
      <w:r w:rsidR="00E75DFF" w:rsidRPr="00C84E50">
        <w:rPr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>
        <w:rPr>
          <w:highlight w:val="green"/>
          <w:lang w:val="en-US"/>
        </w:rPr>
        <w:t>]</w:t>
      </w:r>
    </w:p>
    <w:p w14:paraId="36F9CEA7" w14:textId="5C340677" w:rsidR="002D21D5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10A74">
        <w:rPr>
          <w:rFonts w:eastAsia="Times New Roman" w:cs="Times New Roman"/>
          <w:lang w:eastAsia="cs-CZ"/>
        </w:rPr>
        <w:t xml:space="preserve">na </w:t>
      </w:r>
      <w:r w:rsidR="00910A74" w:rsidRPr="00006F1E">
        <w:rPr>
          <w:rFonts w:eastAsia="Times New Roman" w:cs="Times New Roman"/>
          <w:lang w:eastAsia="cs-CZ"/>
        </w:rPr>
        <w:t>na</w:t>
      </w:r>
      <w:r w:rsidRPr="00006F1E">
        <w:rPr>
          <w:rFonts w:eastAsia="Times New Roman" w:cs="Times New Roman"/>
          <w:lang w:eastAsia="cs-CZ"/>
        </w:rPr>
        <w:t>dlimitní sektorovou veřejnou</w:t>
      </w:r>
      <w:r w:rsidRPr="00910A74">
        <w:rPr>
          <w:rFonts w:eastAsia="Times New Roman" w:cs="Times New Roman"/>
          <w:lang w:eastAsia="cs-CZ"/>
        </w:rPr>
        <w:t xml:space="preserve"> zakázku s názvem</w:t>
      </w:r>
      <w:r>
        <w:rPr>
          <w:rFonts w:eastAsia="Times New Roman" w:cs="Times New Roman"/>
          <w:lang w:eastAsia="cs-CZ"/>
        </w:rPr>
        <w:t xml:space="preserve"> </w:t>
      </w:r>
      <w:bookmarkStart w:id="0" w:name="_Toc403053768"/>
      <w:r w:rsidRPr="00A95138">
        <w:t>„</w:t>
      </w:r>
      <w:bookmarkEnd w:id="0"/>
      <w:r w:rsidR="00006F1E" w:rsidRPr="00006F1E">
        <w:rPr>
          <w:rStyle w:val="tun"/>
          <w:rFonts w:eastAsiaTheme="minorHAnsi"/>
        </w:rPr>
        <w:t xml:space="preserve">Dodávky lepených izolovaných styků na období </w:t>
      </w:r>
      <w:bookmarkStart w:id="1" w:name="_GoBack"/>
      <w:bookmarkEnd w:id="1"/>
      <w:r w:rsidR="009B7BBE" w:rsidRPr="00006F1E">
        <w:rPr>
          <w:rStyle w:val="tun"/>
          <w:rFonts w:eastAsiaTheme="minorHAnsi"/>
        </w:rPr>
        <w:t>2024–2026</w:t>
      </w:r>
      <w:r w:rsidRPr="00A95138">
        <w:t>“</w:t>
      </w:r>
      <w:r>
        <w:rPr>
          <w:rFonts w:eastAsia="Times New Roman" w:cs="Times New Roman"/>
          <w:lang w:eastAsia="cs-CZ"/>
        </w:rPr>
        <w:t xml:space="preserve">, tímto čestně prohlašuje, že </w:t>
      </w:r>
    </w:p>
    <w:p w14:paraId="248E0463" w14:textId="2CF9030B" w:rsidR="002D21D5" w:rsidRDefault="002D21D5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dále uvedené údaje a další skutečnosti uvedené či jinak řádné označené v rámcové dohodě, jež je součástí jeho nabídky (dále jen </w:t>
      </w:r>
      <w:r w:rsidRPr="00A95138">
        <w:t>„</w:t>
      </w:r>
      <w:r w:rsidRPr="00A95138">
        <w:rPr>
          <w:rStyle w:val="Kurzvatun"/>
        </w:rPr>
        <w:t>smlouva</w:t>
      </w:r>
      <w:r w:rsidRPr="00A95138">
        <w:t>“</w:t>
      </w:r>
      <w:r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Pr="00A95138">
        <w:t>„</w:t>
      </w:r>
      <w:r w:rsidRPr="00A95138">
        <w:rPr>
          <w:rStyle w:val="Kurzvatun"/>
        </w:rPr>
        <w:t>obchodní tajemství</w:t>
      </w:r>
      <w:r w:rsidRPr="00A95138">
        <w:t>“</w:t>
      </w:r>
      <w:r>
        <w:rPr>
          <w:rFonts w:eastAsia="Calibri" w:cs="Times New Roman"/>
        </w:rPr>
        <w:t xml:space="preserve"> a </w:t>
      </w:r>
      <w:r w:rsidRPr="00A95138">
        <w:t>„</w:t>
      </w:r>
      <w:r w:rsidRPr="00A95138">
        <w:rPr>
          <w:rStyle w:val="Kurzvatun"/>
        </w:rPr>
        <w:t>občanský zákoník</w:t>
      </w:r>
      <w:r w:rsidRPr="00A95138">
        <w:t>“</w:t>
      </w:r>
      <w:r>
        <w:rPr>
          <w:rFonts w:eastAsia="Calibri" w:cs="Times New Roman"/>
        </w:rPr>
        <w:t xml:space="preserve">), nebo se jedná o jiné </w:t>
      </w:r>
      <w:r w:rsidRPr="00D45C59">
        <w:rPr>
          <w:rFonts w:eastAsia="Calibri" w:cs="Times New Roman"/>
        </w:rPr>
        <w:t>informace, které nemohou být v registru smluv uveřejněny na základě ustanovení § 3 odst. 1 ZRS</w:t>
      </w:r>
      <w:r>
        <w:rPr>
          <w:rFonts w:eastAsia="Calibri" w:cs="Times New Roman"/>
        </w:rPr>
        <w:t xml:space="preserve">: </w:t>
      </w:r>
    </w:p>
    <w:tbl>
      <w:tblPr>
        <w:tblW w:w="500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2D21D5" w:rsidRPr="005F0577" w14:paraId="79A8E188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77777777" w:rsidR="002D21D5" w:rsidRPr="00A95138" w:rsidRDefault="002D21D5" w:rsidP="008F128C">
            <w:pPr>
              <w:pStyle w:val="tabulka"/>
              <w:jc w:val="both"/>
              <w:rPr>
                <w:rStyle w:val="tun"/>
              </w:rPr>
            </w:pPr>
            <w:r w:rsidRPr="00A95138">
              <w:rPr>
                <w:rStyle w:val="tun"/>
              </w:rPr>
              <w:t xml:space="preserve">Obchodní tajemství či jiné informace dle § 3 </w:t>
            </w:r>
            <w:proofErr w:type="spellStart"/>
            <w:r w:rsidRPr="00A95138">
              <w:rPr>
                <w:rStyle w:val="tun"/>
              </w:rPr>
              <w:t>odst</w:t>
            </w:r>
            <w:proofErr w:type="spellEnd"/>
            <w:r w:rsidRPr="00A95138">
              <w:rPr>
                <w:rStyle w:val="tun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A95138" w:rsidRDefault="002D21D5" w:rsidP="008F128C">
            <w:pPr>
              <w:pStyle w:val="tabulka"/>
              <w:jc w:val="both"/>
              <w:rPr>
                <w:rStyle w:val="tun"/>
              </w:rPr>
            </w:pPr>
            <w:r w:rsidRPr="00A95138">
              <w:rPr>
                <w:rStyle w:val="tun"/>
              </w:rPr>
              <w:t>Umístění ve smlouvě či jejích přílohách</w:t>
            </w:r>
          </w:p>
        </w:tc>
      </w:tr>
      <w:tr w:rsidR="002D21D5" w:rsidRPr="005F0577" w14:paraId="3B58E570" w14:textId="77777777" w:rsidTr="00A9513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2" w14:textId="77777777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320B779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</w:t>
      </w:r>
      <w:r w:rsidR="002D21D5">
        <w:rPr>
          <w:rFonts w:eastAsia="Calibri" w:cs="Times New Roman"/>
        </w:rPr>
        <w:lastRenderedPageBreak/>
        <w:t>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6" w14:textId="1A68EB2C" w:rsidR="008145D7" w:rsidRDefault="008145D7" w:rsidP="00A95138">
      <w:pPr>
        <w:pStyle w:val="Mstoadatum"/>
      </w:pPr>
      <w:r>
        <w:t xml:space="preserve">V </w:t>
      </w:r>
      <w:r w:rsidR="00E75DFF" w:rsidRPr="00D0734A">
        <w:rPr>
          <w:bCs/>
          <w:highlight w:val="green"/>
          <w:lang w:val="en-US"/>
        </w:rPr>
        <w:t>[</w:t>
      </w:r>
      <w:r w:rsidR="00E75DFF" w:rsidRPr="00C84E50">
        <w:rPr>
          <w:bCs/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>
        <w:rPr>
          <w:highlight w:val="green"/>
          <w:lang w:val="en-US"/>
        </w:rPr>
        <w:t>]</w:t>
      </w:r>
      <w:r>
        <w:t xml:space="preserve"> dne </w:t>
      </w:r>
      <w:r w:rsidR="00E75DFF" w:rsidRPr="00D0734A">
        <w:rPr>
          <w:bCs/>
          <w:highlight w:val="green"/>
          <w:lang w:val="en-US"/>
        </w:rPr>
        <w:t>[</w:t>
      </w:r>
      <w:r w:rsidR="00E75DFF" w:rsidRPr="00C84E50">
        <w:rPr>
          <w:bCs/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>
        <w:rPr>
          <w:highlight w:val="green"/>
          <w:lang w:val="en-US"/>
        </w:rPr>
        <w:t>]</w:t>
      </w: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85C916" w14:textId="77777777" w:rsidR="008608DF" w:rsidRDefault="008608DF" w:rsidP="00962258">
      <w:pPr>
        <w:spacing w:after="0" w:line="240" w:lineRule="auto"/>
      </w:pPr>
      <w:r>
        <w:separator/>
      </w:r>
    </w:p>
  </w:endnote>
  <w:endnote w:type="continuationSeparator" w:id="0">
    <w:p w14:paraId="2857DFD8" w14:textId="77777777" w:rsidR="008608DF" w:rsidRDefault="008608D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5B688F7E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F74F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F74F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EF1B8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60DFC3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503E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71AA502A" w:rsidR="003503EC" w:rsidRPr="00B8518B" w:rsidRDefault="003503EC" w:rsidP="003503EC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F74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F74F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6" w14:textId="4CD50495" w:rsidR="003503EC" w:rsidRDefault="003503EC" w:rsidP="003503EC">
          <w:pPr>
            <w:pStyle w:val="Zpa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9" w14:textId="52A619D3" w:rsidR="003503EC" w:rsidRDefault="003503EC" w:rsidP="003503EC">
          <w:pPr>
            <w:pStyle w:val="Zpa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10A5EA5A" w14:textId="77777777" w:rsidR="003503EC" w:rsidRDefault="003503EC" w:rsidP="003503EC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90EFE9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515DA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90C2E7" w14:textId="77777777" w:rsidR="008608DF" w:rsidRDefault="008608DF" w:rsidP="00962258">
      <w:pPr>
        <w:spacing w:after="0" w:line="240" w:lineRule="auto"/>
      </w:pPr>
      <w:r>
        <w:separator/>
      </w:r>
    </w:p>
  </w:footnote>
  <w:footnote w:type="continuationSeparator" w:id="0">
    <w:p w14:paraId="75360BB7" w14:textId="77777777" w:rsidR="008608DF" w:rsidRDefault="008608D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A95138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06F1E"/>
    <w:rsid w:val="00040D8F"/>
    <w:rsid w:val="00072C1E"/>
    <w:rsid w:val="000E23A7"/>
    <w:rsid w:val="0010693F"/>
    <w:rsid w:val="00114472"/>
    <w:rsid w:val="00154352"/>
    <w:rsid w:val="001550BC"/>
    <w:rsid w:val="001605B9"/>
    <w:rsid w:val="00170EC5"/>
    <w:rsid w:val="001747C1"/>
    <w:rsid w:val="00184743"/>
    <w:rsid w:val="00207DF5"/>
    <w:rsid w:val="00280E07"/>
    <w:rsid w:val="002949E0"/>
    <w:rsid w:val="002C31BF"/>
    <w:rsid w:val="002D08B1"/>
    <w:rsid w:val="002D21D5"/>
    <w:rsid w:val="002D725B"/>
    <w:rsid w:val="002E0CD7"/>
    <w:rsid w:val="00317055"/>
    <w:rsid w:val="00341DCF"/>
    <w:rsid w:val="003503EC"/>
    <w:rsid w:val="00357BC6"/>
    <w:rsid w:val="003956C6"/>
    <w:rsid w:val="003A5101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A70B2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08DF"/>
    <w:rsid w:val="008659F3"/>
    <w:rsid w:val="00886D4B"/>
    <w:rsid w:val="00895406"/>
    <w:rsid w:val="008A3568"/>
    <w:rsid w:val="008D03B9"/>
    <w:rsid w:val="008F128C"/>
    <w:rsid w:val="008F18D6"/>
    <w:rsid w:val="008F5599"/>
    <w:rsid w:val="00904780"/>
    <w:rsid w:val="00910A7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B7BBE"/>
    <w:rsid w:val="009E07F4"/>
    <w:rsid w:val="009F392E"/>
    <w:rsid w:val="009F74FD"/>
    <w:rsid w:val="00A6177B"/>
    <w:rsid w:val="00A66136"/>
    <w:rsid w:val="00A95138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855CA"/>
    <w:rsid w:val="00DA39B9"/>
    <w:rsid w:val="00DC75F3"/>
    <w:rsid w:val="00DD46F3"/>
    <w:rsid w:val="00DE56F2"/>
    <w:rsid w:val="00DF09FD"/>
    <w:rsid w:val="00DF116D"/>
    <w:rsid w:val="00E36C4A"/>
    <w:rsid w:val="00E75DFF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A70B2"/>
    <w:pPr>
      <w:spacing w:before="120" w:after="120"/>
    </w:pPr>
  </w:style>
  <w:style w:type="paragraph" w:styleId="Nadpis1">
    <w:name w:val="heading 1"/>
    <w:basedOn w:val="Normln"/>
    <w:next w:val="Normln"/>
    <w:link w:val="Nadpis1Char"/>
    <w:uiPriority w:val="9"/>
    <w:qFormat/>
    <w:rsid w:val="006A70B2"/>
    <w:pPr>
      <w:keepNext/>
      <w:keepLines/>
      <w:suppressAutoHyphens/>
      <w:spacing w:before="320"/>
      <w:jc w:val="both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6A70B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6A70B2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6A70B2"/>
    <w:rPr>
      <w:rFonts w:ascii="Verdana" w:eastAsia="Times New Roman" w:hAnsi="Verdana" w:cs="Times New Roman"/>
      <w:b/>
      <w:bCs/>
      <w:kern w:val="28"/>
      <w:sz w:val="18"/>
      <w:lang w:eastAsia="x-none"/>
    </w:rPr>
  </w:style>
  <w:style w:type="character" w:customStyle="1" w:styleId="Kurzvatun">
    <w:name w:val="Kurzíva tučně"/>
    <w:basedOn w:val="Standardnpsmoodstavce"/>
    <w:uiPriority w:val="1"/>
    <w:qFormat/>
    <w:rsid w:val="006A70B2"/>
    <w:rPr>
      <w:rFonts w:ascii="Verdana" w:eastAsia="Calibri" w:hAnsi="Verdana" w:cs="Times New Roman"/>
      <w:b/>
      <w:i/>
      <w:sz w:val="18"/>
    </w:rPr>
  </w:style>
  <w:style w:type="character" w:customStyle="1" w:styleId="Tunpodbarven">
    <w:name w:val="Tučně podbarveně"/>
    <w:basedOn w:val="tun"/>
    <w:uiPriority w:val="1"/>
    <w:qFormat/>
    <w:rsid w:val="006A70B2"/>
    <w:rPr>
      <w:rFonts w:ascii="Verdana" w:eastAsia="Times New Roman" w:hAnsi="Verdana" w:cs="Times New Roman"/>
      <w:b/>
      <w:bCs/>
      <w:color w:val="FF5200"/>
      <w:kern w:val="28"/>
      <w:sz w:val="18"/>
      <w:lang w:eastAsia="x-none"/>
    </w:rPr>
  </w:style>
  <w:style w:type="paragraph" w:customStyle="1" w:styleId="Mstoadatum">
    <w:name w:val="Místo a datum"/>
    <w:basedOn w:val="Normln"/>
    <w:link w:val="MstoadatumChar"/>
    <w:qFormat/>
    <w:rsid w:val="00DA39B9"/>
    <w:pPr>
      <w:tabs>
        <w:tab w:val="right" w:pos="9063"/>
      </w:tabs>
      <w:spacing w:before="600" w:after="0"/>
      <w:jc w:val="both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DA39B9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2949E0"/>
    <w:pPr>
      <w:widowControl w:val="0"/>
      <w:autoSpaceDE w:val="0"/>
      <w:spacing w:after="240"/>
      <w:jc w:val="both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2949E0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DA39B9"/>
    <w:pPr>
      <w:widowControl w:val="0"/>
      <w:autoSpaceDE w:val="0"/>
      <w:spacing w:after="0"/>
      <w:ind w:left="2835" w:hanging="2835"/>
      <w:jc w:val="both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DA39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4C6"/>
    <w:rsid w:val="0009490F"/>
    <w:rsid w:val="00321D5D"/>
    <w:rsid w:val="00451C58"/>
    <w:rsid w:val="004F7E9F"/>
    <w:rsid w:val="00D83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D02B21-6CC8-4540-8EFE-3B7E99B03D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AB06C0C-CE66-41F7-B57C-EB5058832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2</Pages>
  <Words>476</Words>
  <Characters>2810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Prachařová Karolína, Mgr.</cp:lastModifiedBy>
  <cp:revision>3</cp:revision>
  <cp:lastPrinted>2017-11-28T17:18:00Z</cp:lastPrinted>
  <dcterms:created xsi:type="dcterms:W3CDTF">2024-08-05T09:31:00Z</dcterms:created>
  <dcterms:modified xsi:type="dcterms:W3CDTF">2024-08-07T10:50:00Z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